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560" w:rsidRPr="00BB0340" w:rsidRDefault="00FA45EE" w:rsidP="000A6560">
      <w:pPr>
        <w:rPr>
          <w:rFonts w:ascii="BIZ UDゴシック" w:eastAsia="BIZ UDゴシック" w:hAnsi="BIZ UDゴシック"/>
        </w:rPr>
      </w:pPr>
      <w:bookmarkStart w:id="0" w:name="_Hlk167278602"/>
      <w:r w:rsidRPr="00BB0340">
        <w:rPr>
          <w:rFonts w:ascii="BIZ UDゴシック" w:eastAsia="BIZ UDゴシック" w:hAnsi="BIZ UDゴシック" w:hint="eastAsia"/>
        </w:rPr>
        <w:t>様式</w:t>
      </w:r>
      <w:r w:rsidR="00C47A37" w:rsidRPr="00BB0340">
        <w:rPr>
          <w:rFonts w:ascii="BIZ UDゴシック" w:eastAsia="BIZ UDゴシック" w:hAnsi="BIZ UDゴシック" w:hint="eastAsia"/>
        </w:rPr>
        <w:t>1</w:t>
      </w:r>
      <w:r w:rsidR="007E2D78">
        <w:rPr>
          <w:rFonts w:ascii="BIZ UDゴシック" w:eastAsia="BIZ UDゴシック" w:hAnsi="BIZ UDゴシック" w:hint="eastAsia"/>
        </w:rPr>
        <w:t>－</w:t>
      </w:r>
      <w:bookmarkStart w:id="1" w:name="_GoBack"/>
      <w:bookmarkEnd w:id="1"/>
      <w:r w:rsidR="00C47A37" w:rsidRPr="00BB0340">
        <w:rPr>
          <w:rFonts w:ascii="BIZ UDゴシック" w:eastAsia="BIZ UDゴシック" w:hAnsi="BIZ UDゴシック" w:hint="eastAsia"/>
        </w:rPr>
        <w:t>Ａ</w:t>
      </w:r>
    </w:p>
    <w:p w:rsidR="000A6560" w:rsidRPr="00BB0340" w:rsidRDefault="00220049" w:rsidP="000A6560">
      <w:pPr>
        <w:jc w:val="right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>令和</w:t>
      </w:r>
      <w:r w:rsidR="000A6560" w:rsidRPr="00BB0340">
        <w:rPr>
          <w:rFonts w:ascii="BIZ UDゴシック" w:eastAsia="BIZ UDゴシック" w:hAnsi="BIZ UDゴシック" w:hint="eastAsia"/>
        </w:rPr>
        <w:t xml:space="preserve">　　年　　月　　日</w:t>
      </w:r>
    </w:p>
    <w:p w:rsidR="00FB20F4" w:rsidRPr="00BB0340" w:rsidRDefault="00FB20F4" w:rsidP="00FB20F4">
      <w:pPr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>橿原市</w:t>
      </w:r>
    </w:p>
    <w:p w:rsidR="000A6560" w:rsidRPr="00BB0340" w:rsidRDefault="00FB20F4" w:rsidP="00FB20F4">
      <w:pPr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>橿原市長   亀　田　忠　彦</w:t>
      </w:r>
      <w:r w:rsidR="000A6560" w:rsidRPr="00BB0340">
        <w:rPr>
          <w:rFonts w:ascii="BIZ UDゴシック" w:eastAsia="BIZ UDゴシック" w:hAnsi="BIZ UDゴシック" w:hint="eastAsia"/>
        </w:rPr>
        <w:t xml:space="preserve">　</w:t>
      </w:r>
      <w:r w:rsidR="006D7627" w:rsidRPr="00BB0340">
        <w:rPr>
          <w:rFonts w:ascii="BIZ UDゴシック" w:eastAsia="BIZ UDゴシック" w:hAnsi="BIZ UDゴシック" w:hint="eastAsia"/>
        </w:rPr>
        <w:t xml:space="preserve">　</w:t>
      </w:r>
      <w:r w:rsidR="000A6560" w:rsidRPr="00BB0340">
        <w:rPr>
          <w:rFonts w:ascii="BIZ UDゴシック" w:eastAsia="BIZ UDゴシック" w:hAnsi="BIZ UDゴシック" w:hint="eastAsia"/>
        </w:rPr>
        <w:t>様</w:t>
      </w:r>
    </w:p>
    <w:p w:rsidR="009279CD" w:rsidRPr="00BB0340" w:rsidRDefault="009279CD" w:rsidP="000A6560">
      <w:pPr>
        <w:rPr>
          <w:rFonts w:ascii="BIZ UDゴシック" w:eastAsia="BIZ UDゴシック" w:hAnsi="BIZ UDゴシック"/>
        </w:rPr>
      </w:pPr>
      <w:bookmarkStart w:id="2" w:name="_Hlk167268786"/>
    </w:p>
    <w:p w:rsidR="000A6560" w:rsidRPr="00BB0340" w:rsidRDefault="000A6560" w:rsidP="000A6560">
      <w:pPr>
        <w:rPr>
          <w:rFonts w:ascii="BIZ UDゴシック" w:eastAsia="BIZ UDゴシック" w:hAnsi="BIZ UDゴシック"/>
          <w:u w:val="single"/>
        </w:rPr>
      </w:pPr>
      <w:r w:rsidRPr="00BB0340">
        <w:rPr>
          <w:rFonts w:ascii="BIZ UDゴシック" w:eastAsia="BIZ UDゴシック" w:hAnsi="BIZ UDゴシック" w:hint="eastAsia"/>
        </w:rPr>
        <w:t xml:space="preserve">　　　　                   </w:t>
      </w:r>
      <w:r w:rsidR="00FA45EE" w:rsidRPr="00BB0340">
        <w:rPr>
          <w:rFonts w:ascii="BIZ UDゴシック" w:eastAsia="BIZ UDゴシック" w:hAnsi="BIZ UDゴシック" w:hint="eastAsia"/>
        </w:rPr>
        <w:t xml:space="preserve">　　　</w:t>
      </w:r>
      <w:bookmarkStart w:id="3" w:name="_Hlk198297597"/>
      <w:r w:rsidRPr="00BB0340">
        <w:rPr>
          <w:rFonts w:ascii="BIZ UDゴシック" w:eastAsia="BIZ UDゴシック" w:hAnsi="BIZ UDゴシック" w:hint="eastAsia"/>
        </w:rPr>
        <w:t xml:space="preserve"> 住所又は所在地</w:t>
      </w:r>
    </w:p>
    <w:p w:rsidR="000A6560" w:rsidRPr="00BB0340" w:rsidRDefault="000A6560" w:rsidP="000A6560">
      <w:pPr>
        <w:rPr>
          <w:rFonts w:ascii="BIZ UDゴシック" w:eastAsia="BIZ UDゴシック" w:hAnsi="BIZ UDゴシック"/>
          <w:u w:val="single"/>
        </w:rPr>
      </w:pPr>
      <w:r w:rsidRPr="00BB0340">
        <w:rPr>
          <w:rFonts w:ascii="BIZ UDゴシック" w:eastAsia="BIZ UDゴシック" w:hAnsi="BIZ UDゴシック" w:hint="eastAsia"/>
        </w:rPr>
        <w:t xml:space="preserve">　　　　                    　　　商号又は名称</w:t>
      </w:r>
    </w:p>
    <w:p w:rsidR="000A6560" w:rsidRPr="00BB0340" w:rsidRDefault="000A6560" w:rsidP="000A6560">
      <w:pPr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 xml:space="preserve">　　　　                   　　　 代表者</w:t>
      </w:r>
      <w:r w:rsidR="00D7603E">
        <w:rPr>
          <w:rFonts w:ascii="BIZ UDゴシック" w:eastAsia="BIZ UDゴシック" w:hAnsi="BIZ UDゴシック" w:hint="eastAsia"/>
        </w:rPr>
        <w:t xml:space="preserve">　</w:t>
      </w:r>
      <w:r w:rsidRPr="00BB0340">
        <w:rPr>
          <w:rFonts w:ascii="BIZ UDゴシック" w:eastAsia="BIZ UDゴシック" w:hAnsi="BIZ UDゴシック" w:hint="eastAsia"/>
        </w:rPr>
        <w:t>職</w:t>
      </w:r>
      <w:r w:rsidR="00D7603E">
        <w:rPr>
          <w:rFonts w:ascii="BIZ UDゴシック" w:eastAsia="BIZ UDゴシック" w:hAnsi="BIZ UDゴシック" w:hint="eastAsia"/>
        </w:rPr>
        <w:t>・</w:t>
      </w:r>
      <w:r w:rsidRPr="00BB0340">
        <w:rPr>
          <w:rFonts w:ascii="BIZ UDゴシック" w:eastAsia="BIZ UDゴシック" w:hAnsi="BIZ UDゴシック" w:hint="eastAsia"/>
        </w:rPr>
        <w:t>氏名</w:t>
      </w:r>
    </w:p>
    <w:bookmarkEnd w:id="3"/>
    <w:p w:rsidR="000A6560" w:rsidRPr="00BB0340" w:rsidRDefault="000A6560" w:rsidP="000A6560">
      <w:pPr>
        <w:rPr>
          <w:rFonts w:ascii="BIZ UDゴシック" w:eastAsia="BIZ UDゴシック" w:hAnsi="BIZ UDゴシック"/>
          <w:sz w:val="32"/>
        </w:rPr>
      </w:pPr>
    </w:p>
    <w:bookmarkEnd w:id="0"/>
    <w:bookmarkEnd w:id="2"/>
    <w:p w:rsidR="000A6560" w:rsidRPr="00AB7BEC" w:rsidRDefault="000A6560" w:rsidP="000A6560">
      <w:pPr>
        <w:jc w:val="center"/>
        <w:rPr>
          <w:rFonts w:ascii="BIZ UDゴシック" w:eastAsia="BIZ UDゴシック" w:hAnsi="BIZ UDゴシック"/>
          <w:b/>
          <w:sz w:val="40"/>
        </w:rPr>
      </w:pPr>
      <w:r w:rsidRPr="00AB7BEC">
        <w:rPr>
          <w:rFonts w:ascii="BIZ UDゴシック" w:eastAsia="BIZ UDゴシック" w:hAnsi="BIZ UDゴシック" w:hint="eastAsia"/>
          <w:b/>
          <w:sz w:val="40"/>
        </w:rPr>
        <w:t>参</w:t>
      </w:r>
      <w:r w:rsidR="00AB7BEC">
        <w:rPr>
          <w:rFonts w:ascii="BIZ UDゴシック" w:eastAsia="BIZ UDゴシック" w:hAnsi="BIZ UDゴシック" w:hint="eastAsia"/>
          <w:b/>
          <w:sz w:val="40"/>
        </w:rPr>
        <w:t xml:space="preserve">　</w:t>
      </w:r>
      <w:r w:rsidRPr="00AB7BEC">
        <w:rPr>
          <w:rFonts w:ascii="BIZ UDゴシック" w:eastAsia="BIZ UDゴシック" w:hAnsi="BIZ UDゴシック" w:hint="eastAsia"/>
          <w:b/>
          <w:sz w:val="40"/>
        </w:rPr>
        <w:t>加</w:t>
      </w:r>
      <w:r w:rsidR="00AB7BEC">
        <w:rPr>
          <w:rFonts w:ascii="BIZ UDゴシック" w:eastAsia="BIZ UDゴシック" w:hAnsi="BIZ UDゴシック" w:hint="eastAsia"/>
          <w:b/>
          <w:sz w:val="40"/>
        </w:rPr>
        <w:t xml:space="preserve">　</w:t>
      </w:r>
      <w:r w:rsidRPr="00AB7BEC">
        <w:rPr>
          <w:rFonts w:ascii="BIZ UDゴシック" w:eastAsia="BIZ UDゴシック" w:hAnsi="BIZ UDゴシック" w:hint="eastAsia"/>
          <w:b/>
          <w:sz w:val="40"/>
        </w:rPr>
        <w:t>表</w:t>
      </w:r>
      <w:r w:rsidR="00AB7BEC">
        <w:rPr>
          <w:rFonts w:ascii="BIZ UDゴシック" w:eastAsia="BIZ UDゴシック" w:hAnsi="BIZ UDゴシック" w:hint="eastAsia"/>
          <w:b/>
          <w:sz w:val="40"/>
        </w:rPr>
        <w:t xml:space="preserve">　</w:t>
      </w:r>
      <w:r w:rsidRPr="00AB7BEC">
        <w:rPr>
          <w:rFonts w:ascii="BIZ UDゴシック" w:eastAsia="BIZ UDゴシック" w:hAnsi="BIZ UDゴシック" w:hint="eastAsia"/>
          <w:b/>
          <w:sz w:val="40"/>
        </w:rPr>
        <w:t>明</w:t>
      </w:r>
      <w:r w:rsidR="00AB7BEC">
        <w:rPr>
          <w:rFonts w:ascii="BIZ UDゴシック" w:eastAsia="BIZ UDゴシック" w:hAnsi="BIZ UDゴシック" w:hint="eastAsia"/>
          <w:b/>
          <w:sz w:val="40"/>
        </w:rPr>
        <w:t xml:space="preserve">　</w:t>
      </w:r>
      <w:r w:rsidRPr="00AB7BEC">
        <w:rPr>
          <w:rFonts w:ascii="BIZ UDゴシック" w:eastAsia="BIZ UDゴシック" w:hAnsi="BIZ UDゴシック" w:hint="eastAsia"/>
          <w:b/>
          <w:sz w:val="40"/>
        </w:rPr>
        <w:t>書</w:t>
      </w:r>
    </w:p>
    <w:p w:rsidR="009279CD" w:rsidRPr="00BB0340" w:rsidRDefault="009279CD" w:rsidP="000A6560">
      <w:pPr>
        <w:rPr>
          <w:rFonts w:ascii="BIZ UDゴシック" w:eastAsia="BIZ UDゴシック" w:hAnsi="BIZ UDゴシック"/>
        </w:rPr>
      </w:pPr>
    </w:p>
    <w:p w:rsidR="009279CD" w:rsidRPr="00BB0340" w:rsidRDefault="009279CD" w:rsidP="000A6560">
      <w:pPr>
        <w:rPr>
          <w:rFonts w:ascii="BIZ UDゴシック" w:eastAsia="BIZ UDゴシック" w:hAnsi="BIZ UDゴシック"/>
        </w:rPr>
      </w:pPr>
    </w:p>
    <w:p w:rsidR="000A6560" w:rsidRPr="00BB0340" w:rsidRDefault="000A6560" w:rsidP="006D7627">
      <w:pPr>
        <w:ind w:firstLineChars="100" w:firstLine="220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>次のプロポーザル</w:t>
      </w:r>
      <w:r w:rsidR="006D7627" w:rsidRPr="00BB0340">
        <w:rPr>
          <w:rFonts w:ascii="BIZ UDゴシック" w:eastAsia="BIZ UDゴシック" w:hAnsi="BIZ UDゴシック" w:hint="eastAsia"/>
        </w:rPr>
        <w:t>案件へ</w:t>
      </w:r>
      <w:r w:rsidRPr="00BB0340">
        <w:rPr>
          <w:rFonts w:ascii="BIZ UDゴシック" w:eastAsia="BIZ UDゴシック" w:hAnsi="BIZ UDゴシック" w:hint="eastAsia"/>
        </w:rPr>
        <w:t>の参加を申し込みます。</w:t>
      </w:r>
    </w:p>
    <w:p w:rsidR="009279CD" w:rsidRPr="00BB0340" w:rsidRDefault="009279CD" w:rsidP="000A6560">
      <w:pPr>
        <w:rPr>
          <w:rFonts w:ascii="BIZ UDゴシック" w:eastAsia="BIZ UDゴシック" w:hAnsi="BIZ UDゴシック"/>
        </w:rPr>
      </w:pPr>
    </w:p>
    <w:p w:rsidR="000A6560" w:rsidRPr="00BB0340" w:rsidRDefault="00626BE0" w:rsidP="00626BE0">
      <w:pPr>
        <w:ind w:firstLineChars="200" w:firstLine="440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 xml:space="preserve">件　　名 ： </w:t>
      </w:r>
      <w:r w:rsidR="00293A1C" w:rsidRPr="00BB0340">
        <w:rPr>
          <w:rFonts w:ascii="BIZ UDゴシック" w:eastAsia="BIZ UDゴシック" w:hAnsi="BIZ UDゴシック" w:hint="eastAsia"/>
        </w:rPr>
        <w:t>橿原市</w:t>
      </w:r>
      <w:r w:rsidR="00C47A37" w:rsidRPr="00BB0340">
        <w:rPr>
          <w:rFonts w:ascii="BIZ UDゴシック" w:eastAsia="BIZ UDゴシック" w:hAnsi="BIZ UDゴシック" w:hint="eastAsia"/>
        </w:rPr>
        <w:t>デマンド交通システム実証導入業務委託</w:t>
      </w:r>
    </w:p>
    <w:p w:rsidR="009279CD" w:rsidRDefault="00AC51F1" w:rsidP="00BB0340">
      <w:pPr>
        <w:ind w:firstLineChars="200" w:firstLine="440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>所管課（発注課）</w:t>
      </w:r>
      <w:r w:rsidR="005A1E5B" w:rsidRPr="00BB0340">
        <w:rPr>
          <w:rFonts w:ascii="BIZ UDゴシック" w:eastAsia="BIZ UDゴシック" w:hAnsi="BIZ UDゴシック" w:hint="eastAsia"/>
        </w:rPr>
        <w:t>名</w:t>
      </w:r>
      <w:r w:rsidR="00626BE0" w:rsidRPr="00BB0340">
        <w:rPr>
          <w:rFonts w:ascii="BIZ UDゴシック" w:eastAsia="BIZ UDゴシック" w:hAnsi="BIZ UDゴシック" w:hint="eastAsia"/>
        </w:rPr>
        <w:t xml:space="preserve"> ： </w:t>
      </w:r>
      <w:r w:rsidR="008902A6" w:rsidRPr="00BB0340">
        <w:rPr>
          <w:rFonts w:ascii="BIZ UDゴシック" w:eastAsia="BIZ UDゴシック" w:hAnsi="BIZ UDゴシック" w:hint="eastAsia"/>
        </w:rPr>
        <w:t>都市計画課</w:t>
      </w:r>
    </w:p>
    <w:p w:rsidR="00BB0340" w:rsidRPr="00BB0340" w:rsidRDefault="00BB0340" w:rsidP="00BB0340">
      <w:pPr>
        <w:ind w:firstLineChars="200" w:firstLine="440"/>
        <w:rPr>
          <w:rFonts w:ascii="BIZ UDゴシック" w:eastAsia="BIZ UDゴシック" w:hAnsi="BIZ UDゴシック"/>
        </w:rPr>
      </w:pPr>
    </w:p>
    <w:p w:rsidR="006D7627" w:rsidRDefault="00C47A37" w:rsidP="00BB0340">
      <w:pPr>
        <w:pStyle w:val="a9"/>
      </w:pPr>
      <w:r w:rsidRPr="00BB0340">
        <w:rPr>
          <w:rFonts w:hint="eastAsia"/>
        </w:rPr>
        <w:t>以上</w:t>
      </w:r>
    </w:p>
    <w:p w:rsidR="00BB0340" w:rsidRDefault="00BB0340" w:rsidP="00C47A37">
      <w:pPr>
        <w:pStyle w:val="a9"/>
        <w:rPr>
          <w:rFonts w:ascii="BIZ UDゴシック" w:eastAsia="BIZ UDゴシック" w:hAnsi="BIZ UDゴシック"/>
          <w:szCs w:val="22"/>
        </w:rPr>
      </w:pPr>
    </w:p>
    <w:p w:rsidR="00BB0340" w:rsidRDefault="00BB0340" w:rsidP="00C47A37">
      <w:pPr>
        <w:pStyle w:val="a9"/>
        <w:rPr>
          <w:rFonts w:ascii="BIZ UDゴシック" w:eastAsia="BIZ UDゴシック" w:hAnsi="BIZ UDゴシック"/>
          <w:szCs w:val="22"/>
        </w:rPr>
      </w:pPr>
    </w:p>
    <w:p w:rsidR="00BB0340" w:rsidRPr="00BB0340" w:rsidRDefault="00BB0340" w:rsidP="00C47A37">
      <w:pPr>
        <w:pStyle w:val="a9"/>
        <w:rPr>
          <w:rFonts w:ascii="BIZ UDゴシック" w:eastAsia="BIZ UDゴシック" w:hAnsi="BIZ UDゴシック"/>
          <w:szCs w:val="22"/>
        </w:rPr>
      </w:pPr>
    </w:p>
    <w:p w:rsidR="00BB0340" w:rsidRPr="00BB0340" w:rsidRDefault="00BB0340" w:rsidP="00BB0340">
      <w:pPr>
        <w:ind w:firstLineChars="1600" w:firstLine="3520"/>
        <w:rPr>
          <w:rFonts w:ascii="BIZ UDゴシック" w:eastAsia="BIZ UDゴシック" w:hAnsi="BIZ UDゴシック"/>
        </w:rPr>
      </w:pPr>
      <w:bookmarkStart w:id="4" w:name="_Hlk167278268"/>
      <w:bookmarkEnd w:id="4"/>
      <w:r w:rsidRPr="00BB0340">
        <w:rPr>
          <w:rFonts w:ascii="BIZ UDゴシック" w:eastAsia="BIZ UDゴシック" w:hAnsi="BIZ UDゴシック" w:hint="eastAsia"/>
        </w:rPr>
        <w:t>本プロポーザル案件に係る担当者の連絡先</w:t>
      </w:r>
    </w:p>
    <w:p w:rsidR="00BB0340" w:rsidRPr="00BB0340" w:rsidRDefault="00BB0340" w:rsidP="00BB0340">
      <w:pPr>
        <w:ind w:firstLineChars="1200" w:firstLine="2640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 xml:space="preserve">　　　　　担当部署名</w:t>
      </w:r>
    </w:p>
    <w:p w:rsidR="00BB0340" w:rsidRPr="00BB0340" w:rsidRDefault="00BB0340" w:rsidP="00BB0340">
      <w:pPr>
        <w:ind w:firstLineChars="1200" w:firstLine="2640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 xml:space="preserve">　　　　　担当者名</w:t>
      </w:r>
    </w:p>
    <w:p w:rsidR="00BB0340" w:rsidRPr="00BB0340" w:rsidRDefault="00BB0340" w:rsidP="00BB0340">
      <w:pPr>
        <w:ind w:firstLineChars="1200" w:firstLine="2640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 xml:space="preserve">　　　　　電話番号</w:t>
      </w:r>
    </w:p>
    <w:p w:rsidR="00BB0340" w:rsidRPr="00BB0340" w:rsidRDefault="00BB0340" w:rsidP="00BB0340">
      <w:pPr>
        <w:ind w:firstLineChars="1200" w:firstLine="2640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 xml:space="preserve">　　　　　FAX番号</w:t>
      </w:r>
    </w:p>
    <w:p w:rsidR="00BB0340" w:rsidRPr="00BB0340" w:rsidRDefault="00BB0340" w:rsidP="00BB0340">
      <w:pPr>
        <w:ind w:firstLineChars="1200" w:firstLine="2640"/>
        <w:rPr>
          <w:rFonts w:ascii="BIZ UDゴシック" w:eastAsia="BIZ UDゴシック" w:hAnsi="BIZ UDゴシック"/>
        </w:rPr>
      </w:pPr>
      <w:r w:rsidRPr="00BB0340">
        <w:rPr>
          <w:rFonts w:ascii="BIZ UDゴシック" w:eastAsia="BIZ UDゴシック" w:hAnsi="BIZ UDゴシック" w:hint="eastAsia"/>
        </w:rPr>
        <w:t xml:space="preserve">　　　　　E-mailｱﾄﾞﾚｽ</w:t>
      </w:r>
    </w:p>
    <w:p w:rsidR="00BB0340" w:rsidRPr="009279CD" w:rsidRDefault="00BB0340" w:rsidP="00190627">
      <w:pPr>
        <w:rPr>
          <w:rFonts w:ascii="BIZ UDゴシック" w:eastAsia="BIZ UDゴシック" w:hAnsi="BIZ UDゴシック"/>
          <w:szCs w:val="24"/>
        </w:rPr>
      </w:pPr>
    </w:p>
    <w:sectPr w:rsidR="00BB0340" w:rsidRPr="009279CD" w:rsidSect="006D2EEC">
      <w:headerReference w:type="default" r:id="rId8"/>
      <w:pgSz w:w="11906" w:h="16838" w:code="9"/>
      <w:pgMar w:top="1440" w:right="1080" w:bottom="1440" w:left="1080" w:header="284" w:footer="992" w:gutter="0"/>
      <w:cols w:space="425"/>
      <w:docGrid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E9B" w:rsidRDefault="00330E9B">
      <w:r>
        <w:separator/>
      </w:r>
    </w:p>
  </w:endnote>
  <w:endnote w:type="continuationSeparator" w:id="0">
    <w:p w:rsidR="00330E9B" w:rsidRDefault="0033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E9B" w:rsidRDefault="00330E9B">
      <w:r>
        <w:separator/>
      </w:r>
    </w:p>
  </w:footnote>
  <w:footnote w:type="continuationSeparator" w:id="0">
    <w:p w:rsidR="00330E9B" w:rsidRDefault="00330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EEC" w:rsidRPr="006D2EEC" w:rsidRDefault="006D2EEC" w:rsidP="006D2EEC">
    <w:pPr>
      <w:jc w:val="right"/>
      <w:rPr>
        <w:rFonts w:ascii="BIZ UDゴシック" w:eastAsia="BIZ UDゴシック" w:hAnsi="BIZ UDゴシック"/>
        <w:sz w:val="21"/>
        <w:szCs w:val="24"/>
      </w:rPr>
    </w:pPr>
    <w:r w:rsidRPr="006D2EEC">
      <w:rPr>
        <w:rFonts w:ascii="BIZ UDゴシック" w:eastAsia="BIZ UDゴシック" w:hAnsi="BIZ UDゴシック" w:hint="eastAsia"/>
        <w:sz w:val="21"/>
        <w:szCs w:val="24"/>
      </w:rPr>
      <w:t>橿原市デマンド交通システム実証導入業務委託</w:t>
    </w:r>
  </w:p>
  <w:p w:rsidR="006D2EEC" w:rsidRPr="006D2EEC" w:rsidRDefault="006D2E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CE3EF7"/>
    <w:multiLevelType w:val="hybridMultilevel"/>
    <w:tmpl w:val="7DD6FD6A"/>
    <w:lvl w:ilvl="0" w:tplc="2F3EB9F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6FA"/>
    <w:rsid w:val="00011A5B"/>
    <w:rsid w:val="0002078F"/>
    <w:rsid w:val="00047D67"/>
    <w:rsid w:val="0006004D"/>
    <w:rsid w:val="00063AA1"/>
    <w:rsid w:val="00077EA8"/>
    <w:rsid w:val="00081E53"/>
    <w:rsid w:val="000854B8"/>
    <w:rsid w:val="000A5055"/>
    <w:rsid w:val="000A6560"/>
    <w:rsid w:val="000B1C33"/>
    <w:rsid w:val="000F4D0B"/>
    <w:rsid w:val="00100CA6"/>
    <w:rsid w:val="0010114E"/>
    <w:rsid w:val="00127228"/>
    <w:rsid w:val="0013094C"/>
    <w:rsid w:val="001367C4"/>
    <w:rsid w:val="001368BF"/>
    <w:rsid w:val="00147B00"/>
    <w:rsid w:val="00151CB5"/>
    <w:rsid w:val="00164654"/>
    <w:rsid w:val="00170427"/>
    <w:rsid w:val="001755A3"/>
    <w:rsid w:val="00186B04"/>
    <w:rsid w:val="00190627"/>
    <w:rsid w:val="001A475C"/>
    <w:rsid w:val="001D26F9"/>
    <w:rsid w:val="001E18CA"/>
    <w:rsid w:val="001E4384"/>
    <w:rsid w:val="001F1DC3"/>
    <w:rsid w:val="001F46FA"/>
    <w:rsid w:val="001F5041"/>
    <w:rsid w:val="00217F55"/>
    <w:rsid w:val="00220049"/>
    <w:rsid w:val="00226950"/>
    <w:rsid w:val="00227D76"/>
    <w:rsid w:val="002314D2"/>
    <w:rsid w:val="00253930"/>
    <w:rsid w:val="00261510"/>
    <w:rsid w:val="00261E48"/>
    <w:rsid w:val="00293A1C"/>
    <w:rsid w:val="002A1A4B"/>
    <w:rsid w:val="002B70F4"/>
    <w:rsid w:val="002C3DF0"/>
    <w:rsid w:val="002E3310"/>
    <w:rsid w:val="00301672"/>
    <w:rsid w:val="00311668"/>
    <w:rsid w:val="00330E9B"/>
    <w:rsid w:val="00333C95"/>
    <w:rsid w:val="00340D03"/>
    <w:rsid w:val="003915FF"/>
    <w:rsid w:val="00391933"/>
    <w:rsid w:val="003D1DD0"/>
    <w:rsid w:val="003D3727"/>
    <w:rsid w:val="003F0DAD"/>
    <w:rsid w:val="003F6BA0"/>
    <w:rsid w:val="004244A7"/>
    <w:rsid w:val="0043086C"/>
    <w:rsid w:val="00434D51"/>
    <w:rsid w:val="00483FCD"/>
    <w:rsid w:val="00494CA3"/>
    <w:rsid w:val="004F1F52"/>
    <w:rsid w:val="00501D33"/>
    <w:rsid w:val="005112BE"/>
    <w:rsid w:val="005237A8"/>
    <w:rsid w:val="00524765"/>
    <w:rsid w:val="005249CF"/>
    <w:rsid w:val="005335F5"/>
    <w:rsid w:val="00534647"/>
    <w:rsid w:val="00535A42"/>
    <w:rsid w:val="00541467"/>
    <w:rsid w:val="00550792"/>
    <w:rsid w:val="00554AA6"/>
    <w:rsid w:val="00575144"/>
    <w:rsid w:val="005A1E5B"/>
    <w:rsid w:val="005B071F"/>
    <w:rsid w:val="005B4F75"/>
    <w:rsid w:val="005C0186"/>
    <w:rsid w:val="005C3179"/>
    <w:rsid w:val="005E137C"/>
    <w:rsid w:val="005E539D"/>
    <w:rsid w:val="005F408A"/>
    <w:rsid w:val="0060771F"/>
    <w:rsid w:val="00611936"/>
    <w:rsid w:val="00616279"/>
    <w:rsid w:val="00626BE0"/>
    <w:rsid w:val="006407B0"/>
    <w:rsid w:val="006416E1"/>
    <w:rsid w:val="006574E9"/>
    <w:rsid w:val="00663048"/>
    <w:rsid w:val="0069700A"/>
    <w:rsid w:val="006A51AD"/>
    <w:rsid w:val="006D2EEC"/>
    <w:rsid w:val="006D4143"/>
    <w:rsid w:val="006D7627"/>
    <w:rsid w:val="006E13D8"/>
    <w:rsid w:val="006E4286"/>
    <w:rsid w:val="006F3EFF"/>
    <w:rsid w:val="007017E4"/>
    <w:rsid w:val="0070256B"/>
    <w:rsid w:val="0072433D"/>
    <w:rsid w:val="00733F54"/>
    <w:rsid w:val="007448CB"/>
    <w:rsid w:val="00747581"/>
    <w:rsid w:val="00752BF9"/>
    <w:rsid w:val="00755908"/>
    <w:rsid w:val="0076139D"/>
    <w:rsid w:val="00766F8B"/>
    <w:rsid w:val="00770B2E"/>
    <w:rsid w:val="00770CFB"/>
    <w:rsid w:val="00772BD6"/>
    <w:rsid w:val="00781885"/>
    <w:rsid w:val="0079077C"/>
    <w:rsid w:val="0079624F"/>
    <w:rsid w:val="007A01CA"/>
    <w:rsid w:val="007A48E8"/>
    <w:rsid w:val="007E2D78"/>
    <w:rsid w:val="007E36B1"/>
    <w:rsid w:val="007F1B8B"/>
    <w:rsid w:val="00802313"/>
    <w:rsid w:val="008156D1"/>
    <w:rsid w:val="00824C0A"/>
    <w:rsid w:val="00827F2E"/>
    <w:rsid w:val="008462A5"/>
    <w:rsid w:val="00855A00"/>
    <w:rsid w:val="008606FC"/>
    <w:rsid w:val="00870595"/>
    <w:rsid w:val="00875B92"/>
    <w:rsid w:val="008902A6"/>
    <w:rsid w:val="00894042"/>
    <w:rsid w:val="008A6871"/>
    <w:rsid w:val="008B4A96"/>
    <w:rsid w:val="008E12BF"/>
    <w:rsid w:val="008E70C3"/>
    <w:rsid w:val="00900A43"/>
    <w:rsid w:val="00902B3F"/>
    <w:rsid w:val="00920E3B"/>
    <w:rsid w:val="009279CD"/>
    <w:rsid w:val="00930D22"/>
    <w:rsid w:val="0095117F"/>
    <w:rsid w:val="00952506"/>
    <w:rsid w:val="00970434"/>
    <w:rsid w:val="009769FF"/>
    <w:rsid w:val="009826AA"/>
    <w:rsid w:val="0098545A"/>
    <w:rsid w:val="00987374"/>
    <w:rsid w:val="009A51A6"/>
    <w:rsid w:val="009B5D72"/>
    <w:rsid w:val="009C2557"/>
    <w:rsid w:val="009C28F3"/>
    <w:rsid w:val="009C49EF"/>
    <w:rsid w:val="009D125A"/>
    <w:rsid w:val="009D60C4"/>
    <w:rsid w:val="009E39B2"/>
    <w:rsid w:val="00A35753"/>
    <w:rsid w:val="00A37B99"/>
    <w:rsid w:val="00A47169"/>
    <w:rsid w:val="00A762A0"/>
    <w:rsid w:val="00A77304"/>
    <w:rsid w:val="00A82D68"/>
    <w:rsid w:val="00AA3339"/>
    <w:rsid w:val="00AB5E6F"/>
    <w:rsid w:val="00AB7BEC"/>
    <w:rsid w:val="00AC1619"/>
    <w:rsid w:val="00AC51F1"/>
    <w:rsid w:val="00AE616F"/>
    <w:rsid w:val="00B40B7E"/>
    <w:rsid w:val="00B47099"/>
    <w:rsid w:val="00B51877"/>
    <w:rsid w:val="00B57D6F"/>
    <w:rsid w:val="00B61426"/>
    <w:rsid w:val="00B70658"/>
    <w:rsid w:val="00B81BA7"/>
    <w:rsid w:val="00B858B5"/>
    <w:rsid w:val="00BA199E"/>
    <w:rsid w:val="00BB0340"/>
    <w:rsid w:val="00BB0E01"/>
    <w:rsid w:val="00BB4748"/>
    <w:rsid w:val="00BD20F0"/>
    <w:rsid w:val="00BF04BD"/>
    <w:rsid w:val="00C05D42"/>
    <w:rsid w:val="00C20AAF"/>
    <w:rsid w:val="00C30112"/>
    <w:rsid w:val="00C33D88"/>
    <w:rsid w:val="00C47A37"/>
    <w:rsid w:val="00C529B8"/>
    <w:rsid w:val="00C628C3"/>
    <w:rsid w:val="00C70436"/>
    <w:rsid w:val="00C76E48"/>
    <w:rsid w:val="00C76FC6"/>
    <w:rsid w:val="00C77A26"/>
    <w:rsid w:val="00C82DF3"/>
    <w:rsid w:val="00C8492D"/>
    <w:rsid w:val="00C84F25"/>
    <w:rsid w:val="00CC5483"/>
    <w:rsid w:val="00CD3149"/>
    <w:rsid w:val="00CE25B0"/>
    <w:rsid w:val="00D04FC0"/>
    <w:rsid w:val="00D21E53"/>
    <w:rsid w:val="00D24152"/>
    <w:rsid w:val="00D309CC"/>
    <w:rsid w:val="00D32699"/>
    <w:rsid w:val="00D331C6"/>
    <w:rsid w:val="00D3417F"/>
    <w:rsid w:val="00D34F66"/>
    <w:rsid w:val="00D461B8"/>
    <w:rsid w:val="00D62DCA"/>
    <w:rsid w:val="00D64321"/>
    <w:rsid w:val="00D64C09"/>
    <w:rsid w:val="00D67C06"/>
    <w:rsid w:val="00D7603E"/>
    <w:rsid w:val="00D84E9B"/>
    <w:rsid w:val="00DA008C"/>
    <w:rsid w:val="00DA1BD8"/>
    <w:rsid w:val="00DA35E3"/>
    <w:rsid w:val="00DA76AF"/>
    <w:rsid w:val="00DB22A7"/>
    <w:rsid w:val="00DD427E"/>
    <w:rsid w:val="00DF1203"/>
    <w:rsid w:val="00DF24DF"/>
    <w:rsid w:val="00DF67D5"/>
    <w:rsid w:val="00E0235B"/>
    <w:rsid w:val="00E04C71"/>
    <w:rsid w:val="00E46B81"/>
    <w:rsid w:val="00E47CF6"/>
    <w:rsid w:val="00E679F6"/>
    <w:rsid w:val="00E80C54"/>
    <w:rsid w:val="00E915A4"/>
    <w:rsid w:val="00E94CDF"/>
    <w:rsid w:val="00EB3844"/>
    <w:rsid w:val="00ED045A"/>
    <w:rsid w:val="00ED54DF"/>
    <w:rsid w:val="00F0794D"/>
    <w:rsid w:val="00F1138C"/>
    <w:rsid w:val="00F324B1"/>
    <w:rsid w:val="00F45983"/>
    <w:rsid w:val="00F53481"/>
    <w:rsid w:val="00F54BD0"/>
    <w:rsid w:val="00F56FAB"/>
    <w:rsid w:val="00F74688"/>
    <w:rsid w:val="00F92A7B"/>
    <w:rsid w:val="00FA45EE"/>
    <w:rsid w:val="00FB20F4"/>
    <w:rsid w:val="00FB75B6"/>
    <w:rsid w:val="00FD4DF4"/>
    <w:rsid w:val="00FE1FD8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49E76DF"/>
  <w15:chartTrackingRefBased/>
  <w15:docId w15:val="{EC95312D-840B-41B1-86ED-1BC998FC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B0340"/>
  </w:style>
  <w:style w:type="paragraph" w:styleId="1">
    <w:name w:val="heading 1"/>
    <w:basedOn w:val="a"/>
    <w:next w:val="a"/>
    <w:link w:val="10"/>
    <w:uiPriority w:val="9"/>
    <w:qFormat/>
    <w:rsid w:val="00BB03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3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03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3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03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034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034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034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034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26" w:hanging="226"/>
    </w:pPr>
    <w:rPr>
      <w:b/>
    </w:rPr>
  </w:style>
  <w:style w:type="paragraph" w:styleId="21">
    <w:name w:val="Body Text Indent 2"/>
    <w:basedOn w:val="a"/>
    <w:pPr>
      <w:ind w:left="452" w:hanging="452"/>
    </w:pPr>
    <w:rPr>
      <w:rFonts w:ascii="ＭＳ 明朝" w:hAnsi="ＭＳ 明朝"/>
      <w:b/>
    </w:rPr>
  </w:style>
  <w:style w:type="paragraph" w:styleId="31">
    <w:name w:val="Body Text Indent 3"/>
    <w:basedOn w:val="a"/>
    <w:pPr>
      <w:ind w:left="442" w:hanging="442"/>
    </w:pPr>
    <w:rPr>
      <w:rFonts w:ascii="ＭＳ 明朝" w:hAnsi="ＭＳ 明朝"/>
      <w:b/>
    </w:rPr>
  </w:style>
  <w:style w:type="paragraph" w:styleId="a4">
    <w:name w:val="header"/>
    <w:basedOn w:val="a"/>
    <w:rsid w:val="00733F5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33F5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33F54"/>
  </w:style>
  <w:style w:type="paragraph" w:styleId="a7">
    <w:name w:val="Note Heading"/>
    <w:basedOn w:val="a"/>
    <w:next w:val="a"/>
    <w:rsid w:val="000A6560"/>
    <w:pPr>
      <w:jc w:val="center"/>
    </w:pPr>
    <w:rPr>
      <w:sz w:val="21"/>
      <w:szCs w:val="24"/>
    </w:rPr>
  </w:style>
  <w:style w:type="paragraph" w:styleId="a8">
    <w:name w:val="Date"/>
    <w:basedOn w:val="a"/>
    <w:next w:val="a"/>
    <w:rsid w:val="000A6560"/>
    <w:rPr>
      <w:sz w:val="21"/>
    </w:rPr>
  </w:style>
  <w:style w:type="paragraph" w:styleId="a9">
    <w:name w:val="Closing"/>
    <w:basedOn w:val="a"/>
    <w:link w:val="aa"/>
    <w:rsid w:val="00C47A37"/>
    <w:pPr>
      <w:jc w:val="right"/>
    </w:pPr>
    <w:rPr>
      <w:rFonts w:ascii="メイリオ" w:eastAsia="メイリオ" w:hAnsi="メイリオ"/>
      <w:szCs w:val="24"/>
    </w:rPr>
  </w:style>
  <w:style w:type="character" w:customStyle="1" w:styleId="aa">
    <w:name w:val="結語 (文字)"/>
    <w:link w:val="a9"/>
    <w:rsid w:val="00C47A37"/>
    <w:rPr>
      <w:rFonts w:ascii="メイリオ" w:eastAsia="メイリオ" w:hAnsi="メイリオ"/>
      <w:kern w:val="2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B03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0340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B0340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B03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BB034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BB0340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BB0340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BB034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BB034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BB034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BB03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表題 (文字)"/>
    <w:basedOn w:val="a0"/>
    <w:link w:val="ac"/>
    <w:uiPriority w:val="10"/>
    <w:rsid w:val="00BB034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BB034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副題 (文字)"/>
    <w:basedOn w:val="a0"/>
    <w:link w:val="ae"/>
    <w:uiPriority w:val="11"/>
    <w:rsid w:val="00BB034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BB0340"/>
    <w:rPr>
      <w:b/>
      <w:bCs/>
      <w:color w:val="auto"/>
    </w:rPr>
  </w:style>
  <w:style w:type="character" w:styleId="af1">
    <w:name w:val="Emphasis"/>
    <w:basedOn w:val="a0"/>
    <w:uiPriority w:val="20"/>
    <w:qFormat/>
    <w:rsid w:val="00BB0340"/>
    <w:rPr>
      <w:i/>
      <w:iCs/>
      <w:color w:val="auto"/>
    </w:rPr>
  </w:style>
  <w:style w:type="paragraph" w:styleId="af2">
    <w:name w:val="No Spacing"/>
    <w:uiPriority w:val="1"/>
    <w:qFormat/>
    <w:rsid w:val="00BB0340"/>
    <w:pPr>
      <w:spacing w:after="0" w:line="240" w:lineRule="auto"/>
    </w:pPr>
  </w:style>
  <w:style w:type="paragraph" w:styleId="af3">
    <w:name w:val="Quote"/>
    <w:basedOn w:val="a"/>
    <w:next w:val="a"/>
    <w:link w:val="af4"/>
    <w:uiPriority w:val="29"/>
    <w:qFormat/>
    <w:rsid w:val="00BB034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f4">
    <w:name w:val="引用文 (文字)"/>
    <w:basedOn w:val="a0"/>
    <w:link w:val="af3"/>
    <w:uiPriority w:val="29"/>
    <w:rsid w:val="00BB0340"/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00BB034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3">
    <w:name w:val="引用文 2 (文字)"/>
    <w:basedOn w:val="a0"/>
    <w:link w:val="22"/>
    <w:uiPriority w:val="30"/>
    <w:rsid w:val="00BB0340"/>
    <w:rPr>
      <w:i/>
      <w:iCs/>
      <w:color w:val="4472C4" w:themeColor="accent1"/>
    </w:rPr>
  </w:style>
  <w:style w:type="character" w:styleId="af5">
    <w:name w:val="Subtle Emphasis"/>
    <w:basedOn w:val="a0"/>
    <w:uiPriority w:val="19"/>
    <w:qFormat/>
    <w:rsid w:val="00BB0340"/>
    <w:rPr>
      <w:i/>
      <w:iCs/>
      <w:color w:val="404040" w:themeColor="text1" w:themeTint="BF"/>
    </w:rPr>
  </w:style>
  <w:style w:type="character" w:styleId="24">
    <w:name w:val="Intense Emphasis"/>
    <w:basedOn w:val="a0"/>
    <w:uiPriority w:val="21"/>
    <w:qFormat/>
    <w:rsid w:val="00BB0340"/>
    <w:rPr>
      <w:i/>
      <w:iCs/>
      <w:color w:val="4472C4" w:themeColor="accent1"/>
    </w:rPr>
  </w:style>
  <w:style w:type="character" w:styleId="af6">
    <w:name w:val="Subtle Reference"/>
    <w:basedOn w:val="a0"/>
    <w:uiPriority w:val="31"/>
    <w:qFormat/>
    <w:rsid w:val="00BB0340"/>
    <w:rPr>
      <w:smallCaps/>
      <w:color w:val="404040" w:themeColor="text1" w:themeTint="BF"/>
    </w:rPr>
  </w:style>
  <w:style w:type="character" w:styleId="25">
    <w:name w:val="Intense Reference"/>
    <w:basedOn w:val="a0"/>
    <w:uiPriority w:val="32"/>
    <w:qFormat/>
    <w:rsid w:val="00BB0340"/>
    <w:rPr>
      <w:b/>
      <w:bCs/>
      <w:smallCaps/>
      <w:color w:val="4472C4" w:themeColor="accent1"/>
      <w:spacing w:val="5"/>
    </w:rPr>
  </w:style>
  <w:style w:type="character" w:styleId="af7">
    <w:name w:val="Book Title"/>
    <w:basedOn w:val="a0"/>
    <w:uiPriority w:val="33"/>
    <w:qFormat/>
    <w:rsid w:val="00BB0340"/>
    <w:rPr>
      <w:b/>
      <w:bCs/>
      <w:i/>
      <w:iC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BB034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7861;&#21046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345A2-8ACB-45CB-AC0F-1993DF60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法制.dot</Template>
  <TotalTime>29</TotalTime>
  <Pages>1</Pages>
  <Words>151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橿原市告示第　　号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cp:lastModifiedBy>n02243</cp:lastModifiedBy>
  <cp:revision>9</cp:revision>
  <cp:lastPrinted>2014-03-25T10:01:00Z</cp:lastPrinted>
  <dcterms:created xsi:type="dcterms:W3CDTF">2025-05-16T00:32:00Z</dcterms:created>
  <dcterms:modified xsi:type="dcterms:W3CDTF">2025-06-06T00:13:00Z</dcterms:modified>
</cp:coreProperties>
</file>